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EC0" w:rsidRDefault="00515EC0">
      <w:r>
        <w:t>We would like you to develop a line of packaging for natural essential oil products from a  company named “Moc Hoa Tram.”</w:t>
      </w:r>
    </w:p>
    <w:p w:rsidR="00515EC0" w:rsidRDefault="00515EC0"/>
    <w:p w:rsidR="00515EC0" w:rsidRDefault="00515EC0">
      <w:r>
        <w:t xml:space="preserve">List of items to be designed: </w:t>
      </w:r>
    </w:p>
    <w:p w:rsidR="00515EC0" w:rsidRDefault="00515EC0" w:rsidP="00701BA9">
      <w:pPr>
        <w:pStyle w:val="ListParagraph"/>
        <w:numPr>
          <w:ilvl w:val="0"/>
          <w:numId w:val="1"/>
        </w:numPr>
      </w:pPr>
      <w:r>
        <w:t>01 Company logo</w:t>
      </w:r>
    </w:p>
    <w:p w:rsidR="00515EC0" w:rsidRDefault="00515EC0" w:rsidP="00701BA9">
      <w:pPr>
        <w:pStyle w:val="ListParagraph"/>
        <w:numPr>
          <w:ilvl w:val="0"/>
          <w:numId w:val="1"/>
        </w:numPr>
      </w:pPr>
      <w:r>
        <w:t xml:space="preserve">Air freshener (spray) product: 01 Package design + 01 label design </w:t>
      </w:r>
    </w:p>
    <w:p w:rsidR="00515EC0" w:rsidRDefault="00515EC0" w:rsidP="00701BA9">
      <w:pPr>
        <w:pStyle w:val="ListParagraph"/>
        <w:numPr>
          <w:ilvl w:val="0"/>
          <w:numId w:val="1"/>
        </w:numPr>
      </w:pPr>
      <w:r>
        <w:t>02 essential oil (glass containers) variants: 02 Label designs + 01 “how to use” attached instruction tag</w:t>
      </w:r>
    </w:p>
    <w:p w:rsidR="00515EC0" w:rsidRDefault="00515EC0" w:rsidP="00493E86">
      <w:pPr>
        <w:pStyle w:val="ListParagraph"/>
      </w:pPr>
    </w:p>
    <w:p w:rsidR="00515EC0" w:rsidRDefault="00515EC0" w:rsidP="003B3376">
      <w:pPr>
        <w:pStyle w:val="ListParagraph"/>
        <w:ind w:left="0"/>
      </w:pPr>
      <w:r>
        <w:t>Description:</w:t>
      </w:r>
    </w:p>
    <w:p w:rsidR="00515EC0" w:rsidRDefault="00515EC0" w:rsidP="008A16AD">
      <w:pPr>
        <w:pStyle w:val="ListParagraph"/>
        <w:ind w:left="360"/>
      </w:pPr>
      <w:r>
        <w:t xml:space="preserve">A. Company logo: </w:t>
      </w:r>
    </w:p>
    <w:p w:rsidR="00515EC0" w:rsidRDefault="00515EC0" w:rsidP="00326FBA">
      <w:pPr>
        <w:pStyle w:val="ListParagraph"/>
        <w:numPr>
          <w:ilvl w:val="1"/>
          <w:numId w:val="3"/>
        </w:numPr>
      </w:pPr>
      <w:r>
        <w:t xml:space="preserve">Company name: </w:t>
      </w:r>
      <w:r w:rsidRPr="007C7504">
        <w:rPr>
          <w:b/>
          <w:highlight w:val="yellow"/>
        </w:rPr>
        <w:t>Moc Hoa Tram</w:t>
      </w:r>
      <w:r>
        <w:t xml:space="preserve"> (“Tram” is the Vietnamese name for melaleuca);</w:t>
      </w:r>
    </w:p>
    <w:p w:rsidR="00515EC0" w:rsidRDefault="00515EC0" w:rsidP="00326FBA">
      <w:pPr>
        <w:pStyle w:val="ListParagraph"/>
        <w:numPr>
          <w:ilvl w:val="1"/>
          <w:numId w:val="3"/>
        </w:numPr>
      </w:pPr>
      <w:r>
        <w:t>s</w:t>
      </w:r>
      <w:r w:rsidRPr="007814AD">
        <w:t>ymbolizing "pure, natura</w:t>
      </w:r>
      <w:r>
        <w:t>l</w:t>
      </w:r>
      <w:r w:rsidRPr="007814AD">
        <w:t xml:space="preserve">, untouched, </w:t>
      </w:r>
      <w:r>
        <w:t>Moc Hoa Tram, essential,</w:t>
      </w:r>
      <w:r w:rsidRPr="007814AD">
        <w:t>"</w:t>
      </w:r>
      <w:r>
        <w:t>;</w:t>
      </w:r>
    </w:p>
    <w:p w:rsidR="00515EC0" w:rsidRDefault="00515EC0" w:rsidP="00326FBA">
      <w:pPr>
        <w:pStyle w:val="ListParagraph"/>
        <w:numPr>
          <w:ilvl w:val="1"/>
          <w:numId w:val="3"/>
        </w:numPr>
      </w:pPr>
      <w:r>
        <w:t>should consist of text and graphic;</w:t>
      </w:r>
    </w:p>
    <w:p w:rsidR="00515EC0" w:rsidRDefault="00515EC0" w:rsidP="00326FBA">
      <w:pPr>
        <w:pStyle w:val="ListParagraph"/>
        <w:numPr>
          <w:ilvl w:val="1"/>
          <w:numId w:val="3"/>
        </w:numPr>
      </w:pPr>
      <w:r>
        <w:t xml:space="preserve">should </w:t>
      </w:r>
      <w:r w:rsidRPr="007814AD">
        <w:t xml:space="preserve">suggest a </w:t>
      </w:r>
      <w:r>
        <w:t xml:space="preserve">stylized </w:t>
      </w:r>
      <w:r w:rsidRPr="007814AD">
        <w:t>drop of oil</w:t>
      </w:r>
      <w:r>
        <w:t>;</w:t>
      </w:r>
    </w:p>
    <w:p w:rsidR="00515EC0" w:rsidRDefault="00515EC0" w:rsidP="0000526D">
      <w:pPr>
        <w:pStyle w:val="ListParagraph"/>
        <w:ind w:left="1080"/>
      </w:pPr>
    </w:p>
    <w:p w:rsidR="00515EC0" w:rsidRDefault="00515EC0" w:rsidP="009E6BF5">
      <w:pPr>
        <w:pStyle w:val="ListParagraph"/>
        <w:ind w:left="360"/>
      </w:pPr>
      <w:r>
        <w:t>B. Air freshener (spray) product (Packaging and label design)</w:t>
      </w:r>
    </w:p>
    <w:p w:rsidR="00515EC0" w:rsidRDefault="00515EC0" w:rsidP="00D8172B">
      <w:pPr>
        <w:pStyle w:val="ListParagraph"/>
        <w:numPr>
          <w:ilvl w:val="0"/>
          <w:numId w:val="4"/>
        </w:numPr>
      </w:pPr>
      <w:r>
        <w:t>Product description</w:t>
      </w:r>
    </w:p>
    <w:p w:rsidR="00515EC0" w:rsidRDefault="00515EC0" w:rsidP="004F001E">
      <w:pPr>
        <w:pStyle w:val="ListParagraph"/>
        <w:numPr>
          <w:ilvl w:val="2"/>
          <w:numId w:val="1"/>
        </w:numPr>
      </w:pPr>
      <w:r>
        <w:t xml:space="preserve">Oil extracted from the unique Vietnamese cajeput trees </w:t>
      </w:r>
    </w:p>
    <w:p w:rsidR="00515EC0" w:rsidRDefault="00515EC0" w:rsidP="004F001E">
      <w:pPr>
        <w:pStyle w:val="ListParagraph"/>
        <w:numPr>
          <w:ilvl w:val="2"/>
          <w:numId w:val="1"/>
        </w:numPr>
      </w:pPr>
      <w:r>
        <w:t>Strength: pleasant aroma, air cleansing, virus and bacteria cleaning and prevention, insect expelling</w:t>
      </w:r>
    </w:p>
    <w:p w:rsidR="00515EC0" w:rsidRDefault="00515EC0" w:rsidP="004F001E">
      <w:pPr>
        <w:pStyle w:val="ListParagraph"/>
        <w:numPr>
          <w:ilvl w:val="2"/>
          <w:numId w:val="1"/>
        </w:numPr>
      </w:pPr>
      <w:r>
        <w:t>Used for: air refreshing, relaxing, spa-effect, air cleaning, air-born virus prevention (flu virus), insect expelling</w:t>
      </w:r>
    </w:p>
    <w:p w:rsidR="00515EC0" w:rsidRDefault="00515EC0" w:rsidP="004F001E">
      <w:pPr>
        <w:pStyle w:val="ListParagraph"/>
        <w:numPr>
          <w:ilvl w:val="2"/>
          <w:numId w:val="1"/>
        </w:numPr>
      </w:pPr>
      <w:r>
        <w:t>Application: air spray</w:t>
      </w:r>
    </w:p>
    <w:p w:rsidR="00515EC0" w:rsidRPr="009F4F1F" w:rsidRDefault="00515EC0" w:rsidP="006B7A68">
      <w:pPr>
        <w:pStyle w:val="ListParagraph"/>
        <w:numPr>
          <w:ilvl w:val="0"/>
          <w:numId w:val="4"/>
        </w:numPr>
      </w:pPr>
      <w:r w:rsidRPr="009F4F1F">
        <w:t xml:space="preserve">Package to design: </w:t>
      </w:r>
      <w:r w:rsidRPr="009F4F1F">
        <w:rPr>
          <w:b/>
          <w:highlight w:val="yellow"/>
        </w:rPr>
        <w:t>170ml glass spray bottle</w:t>
      </w:r>
    </w:p>
    <w:p w:rsidR="00515EC0" w:rsidRDefault="00515EC0" w:rsidP="00914944">
      <w:pPr>
        <w:pStyle w:val="ListParagraph"/>
        <w:numPr>
          <w:ilvl w:val="0"/>
          <w:numId w:val="4"/>
        </w:numPr>
      </w:pPr>
      <w:r>
        <w:t xml:space="preserve">Label text for design: </w:t>
      </w:r>
    </w:p>
    <w:p w:rsidR="00515EC0" w:rsidRPr="00E23AF4" w:rsidRDefault="00515EC0" w:rsidP="00F1363A">
      <w:pPr>
        <w:pStyle w:val="ListParagraph"/>
        <w:numPr>
          <w:ilvl w:val="2"/>
          <w:numId w:val="1"/>
        </w:numPr>
      </w:pPr>
      <w:r>
        <w:t xml:space="preserve">brand name: </w:t>
      </w:r>
      <w:r w:rsidRPr="00977E34">
        <w:rPr>
          <w:b/>
          <w:highlight w:val="yellow"/>
        </w:rPr>
        <w:t>Melaris</w:t>
      </w:r>
      <w:r>
        <w:rPr>
          <w:b/>
        </w:rPr>
        <w:t xml:space="preserve"> </w:t>
      </w:r>
      <w:r w:rsidRPr="00A80845">
        <w:t>+ variant name</w:t>
      </w:r>
      <w:r>
        <w:t xml:space="preserve"> “</w:t>
      </w:r>
      <w:r w:rsidRPr="00977E34">
        <w:rPr>
          <w:b/>
          <w:highlight w:val="yellow"/>
        </w:rPr>
        <w:t>Lemongrass</w:t>
      </w:r>
      <w:r>
        <w:rPr>
          <w:b/>
          <w:highlight w:val="yellow"/>
        </w:rPr>
        <w:t>”</w:t>
      </w:r>
      <w:r w:rsidRPr="00977E34">
        <w:rPr>
          <w:b/>
          <w:highlight w:val="yellow"/>
        </w:rPr>
        <w:t xml:space="preserve"> + Air</w:t>
      </w:r>
      <w:r>
        <w:rPr>
          <w:b/>
        </w:rPr>
        <w:t xml:space="preserve"> </w:t>
      </w:r>
      <w:r w:rsidRPr="001C6804">
        <w:rPr>
          <w:b/>
          <w:highlight w:val="yellow"/>
        </w:rPr>
        <w:t>Freshener + Melaleuca Essential Oil</w:t>
      </w:r>
      <w:r>
        <w:rPr>
          <w:b/>
        </w:rPr>
        <w:t xml:space="preserve"> </w:t>
      </w:r>
    </w:p>
    <w:p w:rsidR="00515EC0" w:rsidRDefault="00515EC0" w:rsidP="00FF4C34">
      <w:pPr>
        <w:pStyle w:val="ListParagraph"/>
        <w:ind w:left="1800"/>
      </w:pPr>
    </w:p>
    <w:p w:rsidR="00515EC0" w:rsidRDefault="00515EC0" w:rsidP="009E6BF5">
      <w:pPr>
        <w:pStyle w:val="ListParagraph"/>
        <w:numPr>
          <w:ilvl w:val="0"/>
          <w:numId w:val="3"/>
        </w:numPr>
      </w:pPr>
      <w:r>
        <w:t>02 essential oil (glass containers) variants (Label and Instrution Tag designs)</w:t>
      </w:r>
    </w:p>
    <w:p w:rsidR="00515EC0" w:rsidRDefault="00515EC0" w:rsidP="004502F6">
      <w:pPr>
        <w:pStyle w:val="ListParagraph"/>
        <w:numPr>
          <w:ilvl w:val="1"/>
          <w:numId w:val="3"/>
        </w:numPr>
      </w:pPr>
      <w:r>
        <w:t>Production description:</w:t>
      </w:r>
    </w:p>
    <w:p w:rsidR="00515EC0" w:rsidRDefault="00515EC0" w:rsidP="00217DE7">
      <w:pPr>
        <w:pStyle w:val="ListParagraph"/>
        <w:numPr>
          <w:ilvl w:val="2"/>
          <w:numId w:val="3"/>
        </w:numPr>
      </w:pPr>
      <w:r>
        <w:t>02 product variant under the brand name Melabene</w:t>
      </w:r>
    </w:p>
    <w:p w:rsidR="00515EC0" w:rsidRDefault="00515EC0" w:rsidP="00E03141">
      <w:pPr>
        <w:pStyle w:val="ListParagraph"/>
        <w:numPr>
          <w:ilvl w:val="3"/>
          <w:numId w:val="3"/>
        </w:numPr>
      </w:pPr>
      <w:r>
        <w:t>Vietnamese Cajeput Oil: Special breed of cajeput only found in Vietnam, known for amazingly pleasant fragrance giving senses of relaxation, refreshment, peace while at the same time, driving off potential disease carrying elements in the air</w:t>
      </w:r>
    </w:p>
    <w:p w:rsidR="00515EC0" w:rsidRDefault="00515EC0" w:rsidP="00E03141">
      <w:pPr>
        <w:pStyle w:val="ListParagraph"/>
        <w:numPr>
          <w:ilvl w:val="3"/>
          <w:numId w:val="3"/>
        </w:numPr>
      </w:pPr>
      <w:r>
        <w:t xml:space="preserve">Australian tea trea oil: Australian breed of malaleuca known for effective healing of skin from various types of infection, skin protection and highly effective oral hygiene </w:t>
      </w:r>
    </w:p>
    <w:p w:rsidR="00515EC0" w:rsidRDefault="00515EC0" w:rsidP="00280615">
      <w:pPr>
        <w:pStyle w:val="ListParagraph"/>
        <w:numPr>
          <w:ilvl w:val="2"/>
          <w:numId w:val="3"/>
        </w:numPr>
      </w:pPr>
      <w:r>
        <w:t>Product values:</w:t>
      </w:r>
    </w:p>
    <w:p w:rsidR="00515EC0" w:rsidRDefault="00515EC0" w:rsidP="000B281B">
      <w:pPr>
        <w:pStyle w:val="ListParagraph"/>
        <w:numPr>
          <w:ilvl w:val="3"/>
          <w:numId w:val="3"/>
        </w:numPr>
      </w:pPr>
      <w:r>
        <w:t xml:space="preserve">100% pure oil, 100% organic, 100% environment and human friendly, NO chemical </w:t>
      </w:r>
    </w:p>
    <w:p w:rsidR="00515EC0" w:rsidRDefault="00515EC0" w:rsidP="000B281B">
      <w:pPr>
        <w:pStyle w:val="ListParagraph"/>
        <w:numPr>
          <w:ilvl w:val="3"/>
          <w:numId w:val="3"/>
        </w:numPr>
      </w:pPr>
      <w:r>
        <w:t>aiming to promote human’s well being, health, nature sustainability, improve living environment</w:t>
      </w:r>
    </w:p>
    <w:p w:rsidR="00515EC0" w:rsidRDefault="00515EC0" w:rsidP="000B281B">
      <w:pPr>
        <w:pStyle w:val="ListParagraph"/>
        <w:numPr>
          <w:ilvl w:val="3"/>
          <w:numId w:val="3"/>
        </w:numPr>
      </w:pPr>
      <w:r>
        <w:t>both products are about nurturing, uplifting, healing and recovering</w:t>
      </w:r>
    </w:p>
    <w:p w:rsidR="00515EC0" w:rsidRDefault="00515EC0" w:rsidP="000B281B">
      <w:pPr>
        <w:pStyle w:val="ListParagraph"/>
        <w:numPr>
          <w:ilvl w:val="3"/>
          <w:numId w:val="3"/>
        </w:numPr>
      </w:pPr>
      <w:r>
        <w:t>both place their values on authenticity, originality, nature, exotic natural ingredients, green and organic life style</w:t>
      </w:r>
    </w:p>
    <w:p w:rsidR="00515EC0" w:rsidRDefault="00515EC0" w:rsidP="000B281B">
      <w:pPr>
        <w:pStyle w:val="ListParagraph"/>
        <w:numPr>
          <w:ilvl w:val="3"/>
          <w:numId w:val="3"/>
        </w:numPr>
      </w:pPr>
      <w:r>
        <w:t>both have zero chemical and artificial substance hence 100% safe for long time and frequent usage</w:t>
      </w:r>
    </w:p>
    <w:p w:rsidR="00515EC0" w:rsidRDefault="00515EC0" w:rsidP="00756463">
      <w:pPr>
        <w:pStyle w:val="ListParagraph"/>
        <w:numPr>
          <w:ilvl w:val="2"/>
          <w:numId w:val="3"/>
        </w:numPr>
      </w:pPr>
      <w:r>
        <w:t>SKU: 10ml glass container</w:t>
      </w:r>
    </w:p>
    <w:p w:rsidR="00515EC0" w:rsidRDefault="00515EC0" w:rsidP="005830E8">
      <w:pPr>
        <w:pStyle w:val="ListParagraph"/>
        <w:numPr>
          <w:ilvl w:val="2"/>
          <w:numId w:val="3"/>
        </w:numPr>
      </w:pPr>
      <w:r>
        <w:t>Application: for both topical and oral use</w:t>
      </w:r>
    </w:p>
    <w:p w:rsidR="00515EC0" w:rsidRDefault="00515EC0" w:rsidP="009F4F1F">
      <w:pPr>
        <w:pStyle w:val="ListParagraph"/>
        <w:numPr>
          <w:ilvl w:val="1"/>
          <w:numId w:val="3"/>
        </w:numPr>
      </w:pPr>
      <w:r>
        <w:t xml:space="preserve">Label text for design: </w:t>
      </w:r>
    </w:p>
    <w:p w:rsidR="00515EC0" w:rsidRPr="00E23AF4" w:rsidRDefault="00515EC0" w:rsidP="009F4F1F">
      <w:pPr>
        <w:pStyle w:val="ListParagraph"/>
        <w:numPr>
          <w:ilvl w:val="2"/>
          <w:numId w:val="3"/>
        </w:numPr>
      </w:pPr>
      <w:r>
        <w:t xml:space="preserve">brand name: </w:t>
      </w:r>
      <w:r w:rsidRPr="00977E34">
        <w:rPr>
          <w:b/>
          <w:highlight w:val="yellow"/>
        </w:rPr>
        <w:t>Mel</w:t>
      </w:r>
      <w:r>
        <w:rPr>
          <w:b/>
          <w:highlight w:val="yellow"/>
        </w:rPr>
        <w:t>a</w:t>
      </w:r>
      <w:r>
        <w:rPr>
          <w:b/>
        </w:rPr>
        <w:t xml:space="preserve">bene </w:t>
      </w:r>
      <w:r w:rsidRPr="00A80845">
        <w:t>+ variant name</w:t>
      </w:r>
      <w:r>
        <w:t xml:space="preserve">: </w:t>
      </w:r>
      <w:r>
        <w:rPr>
          <w:b/>
          <w:highlight w:val="yellow"/>
        </w:rPr>
        <w:t>Cajeput Oil / Tea Tree Oil</w:t>
      </w:r>
      <w:r>
        <w:rPr>
          <w:b/>
        </w:rPr>
        <w:t xml:space="preserve"> </w:t>
      </w:r>
    </w:p>
    <w:p w:rsidR="00515EC0" w:rsidRDefault="00515EC0" w:rsidP="00E239DD">
      <w:pPr>
        <w:pStyle w:val="ListParagraph"/>
        <w:numPr>
          <w:ilvl w:val="0"/>
          <w:numId w:val="3"/>
        </w:numPr>
      </w:pPr>
      <w:r>
        <w:t>Creative elements are suggested to be communicating organicity,  understated premiumness, nature, lightness, nurturing</w:t>
      </w:r>
      <w:bookmarkStart w:id="0" w:name="_GoBack"/>
      <w:bookmarkEnd w:id="0"/>
    </w:p>
    <w:p w:rsidR="00515EC0" w:rsidRDefault="00515EC0" w:rsidP="002C5397">
      <w:pPr>
        <w:pStyle w:val="ListParagraph"/>
      </w:pPr>
    </w:p>
    <w:sectPr w:rsidR="00515EC0" w:rsidSect="00E44CE8">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1B"/>
    <w:multiLevelType w:val="hybridMultilevel"/>
    <w:tmpl w:val="AFB073A4"/>
    <w:lvl w:ilvl="0" w:tplc="4E5698FE">
      <w:start w:val="1"/>
      <w:numFmt w:val="bullet"/>
      <w:lvlText w:val="-"/>
      <w:lvlJc w:val="left"/>
      <w:pPr>
        <w:ind w:left="720" w:hanging="360"/>
      </w:pPr>
      <w:rPr>
        <w:rFonts w:ascii="Cambria" w:eastAsia="MS ??"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C1781"/>
    <w:multiLevelType w:val="hybridMultilevel"/>
    <w:tmpl w:val="DBA4AD2C"/>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nsid w:val="664B0B27"/>
    <w:multiLevelType w:val="hybridMultilevel"/>
    <w:tmpl w:val="95847A04"/>
    <w:lvl w:ilvl="0" w:tplc="9D6493DA">
      <w:start w:val="2"/>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7A7E164F"/>
    <w:multiLevelType w:val="hybridMultilevel"/>
    <w:tmpl w:val="202CBE36"/>
    <w:lvl w:ilvl="0" w:tplc="A3D49E9A">
      <w:start w:val="2"/>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1BA9"/>
    <w:rsid w:val="0000526D"/>
    <w:rsid w:val="000375D7"/>
    <w:rsid w:val="00041587"/>
    <w:rsid w:val="00062E8B"/>
    <w:rsid w:val="000631E1"/>
    <w:rsid w:val="000A6304"/>
    <w:rsid w:val="000A7399"/>
    <w:rsid w:val="000B281B"/>
    <w:rsid w:val="0011388C"/>
    <w:rsid w:val="001346FD"/>
    <w:rsid w:val="00144A62"/>
    <w:rsid w:val="001676DD"/>
    <w:rsid w:val="001C6804"/>
    <w:rsid w:val="001E634A"/>
    <w:rsid w:val="001F0E47"/>
    <w:rsid w:val="00217DE7"/>
    <w:rsid w:val="0022606E"/>
    <w:rsid w:val="0024586A"/>
    <w:rsid w:val="00251595"/>
    <w:rsid w:val="00280615"/>
    <w:rsid w:val="0028770A"/>
    <w:rsid w:val="00297307"/>
    <w:rsid w:val="002C5397"/>
    <w:rsid w:val="002F72B0"/>
    <w:rsid w:val="00303307"/>
    <w:rsid w:val="0031685A"/>
    <w:rsid w:val="00326FBA"/>
    <w:rsid w:val="003369D3"/>
    <w:rsid w:val="003404E7"/>
    <w:rsid w:val="003B025B"/>
    <w:rsid w:val="003B3376"/>
    <w:rsid w:val="003C7561"/>
    <w:rsid w:val="003D0765"/>
    <w:rsid w:val="003E5708"/>
    <w:rsid w:val="00441EC8"/>
    <w:rsid w:val="004502F6"/>
    <w:rsid w:val="0045133B"/>
    <w:rsid w:val="00493E86"/>
    <w:rsid w:val="004F001E"/>
    <w:rsid w:val="00515EC0"/>
    <w:rsid w:val="00534D24"/>
    <w:rsid w:val="005816E5"/>
    <w:rsid w:val="005830E8"/>
    <w:rsid w:val="005A2AE1"/>
    <w:rsid w:val="005C3F43"/>
    <w:rsid w:val="00605AF4"/>
    <w:rsid w:val="006145C3"/>
    <w:rsid w:val="006540A5"/>
    <w:rsid w:val="006B7A68"/>
    <w:rsid w:val="006F126B"/>
    <w:rsid w:val="00701BA9"/>
    <w:rsid w:val="00703C61"/>
    <w:rsid w:val="00756463"/>
    <w:rsid w:val="00764C20"/>
    <w:rsid w:val="007814AD"/>
    <w:rsid w:val="007C7504"/>
    <w:rsid w:val="008440CD"/>
    <w:rsid w:val="008A16AD"/>
    <w:rsid w:val="008A2A98"/>
    <w:rsid w:val="00914944"/>
    <w:rsid w:val="00973618"/>
    <w:rsid w:val="009753D4"/>
    <w:rsid w:val="00977E34"/>
    <w:rsid w:val="009E6BF5"/>
    <w:rsid w:val="009F4F1F"/>
    <w:rsid w:val="00A1294B"/>
    <w:rsid w:val="00A540CA"/>
    <w:rsid w:val="00A80845"/>
    <w:rsid w:val="00AB006B"/>
    <w:rsid w:val="00B234E2"/>
    <w:rsid w:val="00B31DF3"/>
    <w:rsid w:val="00B62A78"/>
    <w:rsid w:val="00B6361E"/>
    <w:rsid w:val="00B775BC"/>
    <w:rsid w:val="00B81698"/>
    <w:rsid w:val="00B93435"/>
    <w:rsid w:val="00BD78C3"/>
    <w:rsid w:val="00C24A18"/>
    <w:rsid w:val="00C61487"/>
    <w:rsid w:val="00C62F64"/>
    <w:rsid w:val="00C72D13"/>
    <w:rsid w:val="00CA4F1B"/>
    <w:rsid w:val="00CB0944"/>
    <w:rsid w:val="00CD5B02"/>
    <w:rsid w:val="00D8172B"/>
    <w:rsid w:val="00DB043B"/>
    <w:rsid w:val="00DC0DA8"/>
    <w:rsid w:val="00DD3C7C"/>
    <w:rsid w:val="00DD45E8"/>
    <w:rsid w:val="00DE1CD7"/>
    <w:rsid w:val="00E03141"/>
    <w:rsid w:val="00E10525"/>
    <w:rsid w:val="00E205C2"/>
    <w:rsid w:val="00E213FF"/>
    <w:rsid w:val="00E239DD"/>
    <w:rsid w:val="00E23AF4"/>
    <w:rsid w:val="00E41C59"/>
    <w:rsid w:val="00E44CE8"/>
    <w:rsid w:val="00E47AC4"/>
    <w:rsid w:val="00E7352E"/>
    <w:rsid w:val="00E903A8"/>
    <w:rsid w:val="00E906C2"/>
    <w:rsid w:val="00F00EBF"/>
    <w:rsid w:val="00F1363A"/>
    <w:rsid w:val="00F76209"/>
    <w:rsid w:val="00FF334D"/>
    <w:rsid w:val="00FF4C34"/>
    <w:rsid w:val="00FF5F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4E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01BA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EAE6D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2</Pages>
  <Words>366</Words>
  <Characters>2092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would like you to develop a line of packaging for a product line called “Tram</dc:title>
  <dc:subject/>
  <dc:creator>Anh Nguyen</dc:creator>
  <cp:keywords/>
  <dc:description/>
  <cp:lastModifiedBy>Nguyen</cp:lastModifiedBy>
  <cp:revision>86</cp:revision>
  <dcterms:created xsi:type="dcterms:W3CDTF">2013-11-22T07:09:00Z</dcterms:created>
  <dcterms:modified xsi:type="dcterms:W3CDTF">2013-11-22T08:21:00Z</dcterms:modified>
</cp:coreProperties>
</file>